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208729A7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</w:t>
      </w:r>
      <w:r w:rsidR="0031280B" w:rsidRPr="000B2C2E">
        <w:rPr>
          <w:b/>
          <w:color w:val="FF5200" w:themeColor="accent2"/>
          <w:sz w:val="36"/>
          <w:szCs w:val="36"/>
        </w:rPr>
        <w:t>názvem „</w:t>
      </w:r>
      <w:r w:rsidR="000B2C2E" w:rsidRPr="000B2C2E">
        <w:rPr>
          <w:b/>
          <w:color w:val="FF5200" w:themeColor="accent2"/>
          <w:sz w:val="36"/>
          <w:szCs w:val="36"/>
        </w:rPr>
        <w:t>Zajištění odborné způsobilosti pro zacházení s přípravky na ochranu rostlin</w:t>
      </w:r>
      <w:r w:rsidR="0031280B" w:rsidRPr="000B2C2E">
        <w:rPr>
          <w:b/>
          <w:color w:val="FF5200" w:themeColor="accent2"/>
          <w:sz w:val="36"/>
          <w:szCs w:val="36"/>
        </w:rPr>
        <w:t>“</w:t>
      </w:r>
      <w:r w:rsidR="000128D4" w:rsidRPr="000B2C2E">
        <w:rPr>
          <w:b/>
          <w:color w:val="FF5200" w:themeColor="accent2"/>
          <w:sz w:val="36"/>
          <w:szCs w:val="36"/>
        </w:rPr>
        <w:t xml:space="preserve"> vedené </w:t>
      </w:r>
      <w:r w:rsidR="000128D4" w:rsidRPr="00061067">
        <w:rPr>
          <w:b/>
          <w:color w:val="FF5200" w:themeColor="accent2"/>
          <w:sz w:val="36"/>
          <w:szCs w:val="36"/>
        </w:rPr>
        <w:t xml:space="preserve">pod </w:t>
      </w:r>
      <w:r w:rsidR="000128D4" w:rsidRPr="0006106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č.</w:t>
      </w:r>
      <w:r w:rsidR="00061067" w:rsidRPr="0006106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 </w:t>
      </w:r>
      <w:r w:rsidR="000128D4" w:rsidRPr="0006106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j. </w:t>
      </w:r>
      <w:r w:rsidR="00061067" w:rsidRPr="00061067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89662/2020-SŽ-GŘ-O8</w:t>
      </w:r>
    </w:p>
    <w:sdt>
      <w:sdtPr>
        <w:rPr>
          <w:rFonts w:asciiTheme="minorHAnsi" w:eastAsiaTheme="minorHAnsi" w:hAnsiTheme="minorHAnsi" w:cstheme="minorBidi"/>
          <w:b w:val="0"/>
          <w:color w:val="auto"/>
          <w:sz w:val="18"/>
          <w:szCs w:val="18"/>
          <w:lang w:val="cs-CZ"/>
        </w:rPr>
        <w:id w:val="-1065327533"/>
        <w:docPartObj>
          <w:docPartGallery w:val="Table of Contents"/>
          <w:docPartUnique/>
        </w:docPartObj>
      </w:sdtPr>
      <w:sdtEndPr>
        <w:rPr>
          <w:bCs/>
        </w:rPr>
      </w:sdtEndPr>
      <w:sdtContent>
        <w:p w14:paraId="324D0A72" w14:textId="77777777" w:rsidR="008C732B" w:rsidRDefault="00A93A74" w:rsidP="00613242">
          <w:pPr>
            <w:pStyle w:val="Nadpisobsahu"/>
            <w:rPr>
              <w:noProof/>
            </w:rPr>
          </w:pPr>
          <w:r>
            <w:rPr>
              <w:lang w:val="cs-CZ"/>
            </w:rPr>
            <w:t>Obsah</w:t>
          </w:r>
          <w:r>
            <w:rPr>
              <w:b w:val="0"/>
            </w:rPr>
            <w:fldChar w:fldCharType="begin"/>
          </w:r>
          <w:r>
            <w:instrText xml:space="preserve"> TOC \o "1-3" \h \z \u </w:instrText>
          </w:r>
          <w:r>
            <w:rPr>
              <w:b w:val="0"/>
            </w:rPr>
            <w:fldChar w:fldCharType="separate"/>
          </w:r>
        </w:p>
        <w:p w14:paraId="509696CC" w14:textId="3CC2D82C" w:rsidR="008C732B" w:rsidRDefault="000133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9449030" w:history="1">
            <w:r w:rsidR="008C732B" w:rsidRPr="00032D7C">
              <w:rPr>
                <w:rStyle w:val="Hypertextovodkaz"/>
                <w:noProof/>
              </w:rPr>
              <w:t>Kapitola 1.</w:t>
            </w:r>
            <w:r w:rsidR="008C732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C732B" w:rsidRPr="00032D7C">
              <w:rPr>
                <w:rStyle w:val="Hypertextovodkaz"/>
                <w:noProof/>
              </w:rPr>
              <w:t>Základní údaje k nabídce</w:t>
            </w:r>
            <w:r w:rsidR="008C732B">
              <w:rPr>
                <w:noProof/>
                <w:webHidden/>
              </w:rPr>
              <w:tab/>
            </w:r>
            <w:r w:rsidR="008C732B">
              <w:rPr>
                <w:noProof/>
                <w:webHidden/>
              </w:rPr>
              <w:fldChar w:fldCharType="begin"/>
            </w:r>
            <w:r w:rsidR="008C732B">
              <w:rPr>
                <w:noProof/>
                <w:webHidden/>
              </w:rPr>
              <w:instrText xml:space="preserve"> PAGEREF _Toc59449030 \h </w:instrText>
            </w:r>
            <w:r w:rsidR="008C732B">
              <w:rPr>
                <w:noProof/>
                <w:webHidden/>
              </w:rPr>
            </w:r>
            <w:r w:rsidR="008C732B">
              <w:rPr>
                <w:noProof/>
                <w:webHidden/>
              </w:rPr>
              <w:fldChar w:fldCharType="separate"/>
            </w:r>
            <w:r w:rsidR="008C732B">
              <w:rPr>
                <w:noProof/>
                <w:webHidden/>
              </w:rPr>
              <w:t>2</w:t>
            </w:r>
            <w:r w:rsidR="008C732B">
              <w:rPr>
                <w:noProof/>
                <w:webHidden/>
              </w:rPr>
              <w:fldChar w:fldCharType="end"/>
            </w:r>
          </w:hyperlink>
        </w:p>
        <w:p w14:paraId="3C23F2B7" w14:textId="2C609A18" w:rsidR="008C732B" w:rsidRDefault="000133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9449031" w:history="1">
            <w:r w:rsidR="008C732B" w:rsidRPr="00032D7C">
              <w:rPr>
                <w:rStyle w:val="Hypertextovodkaz"/>
                <w:noProof/>
              </w:rPr>
              <w:t>Kapitola 2.</w:t>
            </w:r>
            <w:r w:rsidR="008C732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C732B" w:rsidRPr="00032D7C">
              <w:rPr>
                <w:rStyle w:val="Hypertextovodkaz"/>
                <w:noProof/>
              </w:rPr>
              <w:t>Čestné prohlášení o splnění základní způsobilosti</w:t>
            </w:r>
            <w:r w:rsidR="008C732B">
              <w:rPr>
                <w:noProof/>
                <w:webHidden/>
              </w:rPr>
              <w:tab/>
            </w:r>
            <w:r w:rsidR="008C732B">
              <w:rPr>
                <w:noProof/>
                <w:webHidden/>
              </w:rPr>
              <w:fldChar w:fldCharType="begin"/>
            </w:r>
            <w:r w:rsidR="008C732B">
              <w:rPr>
                <w:noProof/>
                <w:webHidden/>
              </w:rPr>
              <w:instrText xml:space="preserve"> PAGEREF _Toc59449031 \h </w:instrText>
            </w:r>
            <w:r w:rsidR="008C732B">
              <w:rPr>
                <w:noProof/>
                <w:webHidden/>
              </w:rPr>
            </w:r>
            <w:r w:rsidR="008C732B">
              <w:rPr>
                <w:noProof/>
                <w:webHidden/>
              </w:rPr>
              <w:fldChar w:fldCharType="separate"/>
            </w:r>
            <w:r w:rsidR="008C732B">
              <w:rPr>
                <w:noProof/>
                <w:webHidden/>
              </w:rPr>
              <w:t>4</w:t>
            </w:r>
            <w:r w:rsidR="008C732B">
              <w:rPr>
                <w:noProof/>
                <w:webHidden/>
              </w:rPr>
              <w:fldChar w:fldCharType="end"/>
            </w:r>
          </w:hyperlink>
        </w:p>
        <w:p w14:paraId="4A2331D1" w14:textId="1701D31A" w:rsidR="008C732B" w:rsidRDefault="000133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9449032" w:history="1">
            <w:r w:rsidR="008C732B" w:rsidRPr="00032D7C">
              <w:rPr>
                <w:rStyle w:val="Hypertextovodkaz"/>
                <w:noProof/>
              </w:rPr>
              <w:t>Kapitola 3.</w:t>
            </w:r>
            <w:r w:rsidR="008C732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C732B" w:rsidRPr="00032D7C">
              <w:rPr>
                <w:rStyle w:val="Hypertextovodkaz"/>
                <w:noProof/>
              </w:rPr>
              <w:t>Čestné prohlášení účastníka k neuzavření zakázaných dohod</w:t>
            </w:r>
            <w:r w:rsidR="008C732B">
              <w:rPr>
                <w:noProof/>
                <w:webHidden/>
              </w:rPr>
              <w:tab/>
            </w:r>
            <w:r w:rsidR="008C732B">
              <w:rPr>
                <w:noProof/>
                <w:webHidden/>
              </w:rPr>
              <w:fldChar w:fldCharType="begin"/>
            </w:r>
            <w:r w:rsidR="008C732B">
              <w:rPr>
                <w:noProof/>
                <w:webHidden/>
              </w:rPr>
              <w:instrText xml:space="preserve"> PAGEREF _Toc59449032 \h </w:instrText>
            </w:r>
            <w:r w:rsidR="008C732B">
              <w:rPr>
                <w:noProof/>
                <w:webHidden/>
              </w:rPr>
            </w:r>
            <w:r w:rsidR="008C732B">
              <w:rPr>
                <w:noProof/>
                <w:webHidden/>
              </w:rPr>
              <w:fldChar w:fldCharType="separate"/>
            </w:r>
            <w:r w:rsidR="008C732B">
              <w:rPr>
                <w:noProof/>
                <w:webHidden/>
              </w:rPr>
              <w:t>5</w:t>
            </w:r>
            <w:r w:rsidR="008C732B">
              <w:rPr>
                <w:noProof/>
                <w:webHidden/>
              </w:rPr>
              <w:fldChar w:fldCharType="end"/>
            </w:r>
          </w:hyperlink>
        </w:p>
        <w:p w14:paraId="433B08E0" w14:textId="6357F9B5" w:rsidR="008C732B" w:rsidRDefault="000133BF">
          <w:pPr>
            <w:pStyle w:val="Obsah2"/>
            <w:tabs>
              <w:tab w:val="left" w:pos="1320"/>
              <w:tab w:val="right" w:leader="dot" w:pos="8692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59449033" w:history="1">
            <w:r w:rsidR="008C732B" w:rsidRPr="00032D7C">
              <w:rPr>
                <w:rStyle w:val="Hypertextovodkaz"/>
                <w:noProof/>
              </w:rPr>
              <w:t>Kapitola 4.</w:t>
            </w:r>
            <w:r w:rsidR="008C732B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C732B" w:rsidRPr="00032D7C">
              <w:rPr>
                <w:rStyle w:val="Hypertextovodkaz"/>
                <w:noProof/>
              </w:rPr>
              <w:t>Čestné prohlášení o splnění technické kvalifikace</w:t>
            </w:r>
            <w:r w:rsidR="008C732B">
              <w:rPr>
                <w:noProof/>
                <w:webHidden/>
              </w:rPr>
              <w:tab/>
            </w:r>
            <w:r w:rsidR="008C732B">
              <w:rPr>
                <w:noProof/>
                <w:webHidden/>
              </w:rPr>
              <w:fldChar w:fldCharType="begin"/>
            </w:r>
            <w:r w:rsidR="008C732B">
              <w:rPr>
                <w:noProof/>
                <w:webHidden/>
              </w:rPr>
              <w:instrText xml:space="preserve"> PAGEREF _Toc59449033 \h </w:instrText>
            </w:r>
            <w:r w:rsidR="008C732B">
              <w:rPr>
                <w:noProof/>
                <w:webHidden/>
              </w:rPr>
            </w:r>
            <w:r w:rsidR="008C732B">
              <w:rPr>
                <w:noProof/>
                <w:webHidden/>
              </w:rPr>
              <w:fldChar w:fldCharType="separate"/>
            </w:r>
            <w:r w:rsidR="008C732B">
              <w:rPr>
                <w:noProof/>
                <w:webHidden/>
              </w:rPr>
              <w:t>6</w:t>
            </w:r>
            <w:r w:rsidR="008C732B">
              <w:rPr>
                <w:noProof/>
                <w:webHidden/>
              </w:rPr>
              <w:fldChar w:fldCharType="end"/>
            </w:r>
          </w:hyperlink>
        </w:p>
        <w:p w14:paraId="218BAFDF" w14:textId="77777777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77777777" w:rsidR="0031280B" w:rsidRPr="0036634F" w:rsidRDefault="0031280B" w:rsidP="006E5C6C">
      <w:pPr>
        <w:pStyle w:val="Nadpis2"/>
        <w:numPr>
          <w:ilvl w:val="0"/>
          <w:numId w:val="34"/>
        </w:numPr>
      </w:pPr>
      <w:bookmarkStart w:id="0" w:name="_Toc59449030"/>
      <w:r>
        <w:lastRenderedPageBreak/>
        <w:t>Základní údaje k nabídce</w:t>
      </w:r>
      <w:bookmarkEnd w:id="0"/>
    </w:p>
    <w:p w14:paraId="15E793D5" w14:textId="77777777" w:rsidR="00E34137" w:rsidRDefault="00E34137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</w:pPr>
    </w:p>
    <w:p w14:paraId="701F1B22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>
        <w:t xml:space="preserve">Zadavatel: </w:t>
      </w:r>
      <w:r>
        <w:tab/>
      </w:r>
      <w:r w:rsidRPr="004E1498">
        <w:rPr>
          <w:rFonts w:eastAsia="Times New Roman" w:cs="Times New Roman"/>
          <w:b/>
          <w:lang w:eastAsia="cs-CZ"/>
        </w:rPr>
        <w:t>Správa</w:t>
      </w:r>
      <w:r>
        <w:rPr>
          <w:rFonts w:eastAsia="Times New Roman" w:cs="Times New Roman"/>
          <w:b/>
          <w:lang w:eastAsia="cs-CZ"/>
        </w:rPr>
        <w:t xml:space="preserve"> 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7460CF80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41054DEC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038B2A49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</w:r>
    </w:p>
    <w:p w14:paraId="0CE1D3F1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4E8C787A" w14:textId="77777777" w:rsidR="008B1A2C" w:rsidRPr="008B1A2C" w:rsidRDefault="00A93A74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8B1A2C" w:rsidRPr="008B1A2C">
        <w:rPr>
          <w:rFonts w:eastAsia="Times New Roman" w:cs="Times New Roman"/>
          <w:lang w:eastAsia="cs-CZ"/>
        </w:rPr>
        <w:t xml:space="preserve">: </w:t>
      </w:r>
      <w:r w:rsidR="008B1A2C">
        <w:rPr>
          <w:rFonts w:eastAsia="Times New Roman" w:cs="Times New Roman"/>
          <w:lang w:eastAsia="cs-CZ"/>
        </w:rPr>
        <w:tab/>
      </w:r>
      <w:r w:rsidR="008B1A2C" w:rsidRPr="008B1A2C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7DF6B56F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i/>
          <w:highlight w:val="green"/>
          <w:lang w:eastAsia="cs-CZ"/>
        </w:rPr>
        <w:t>Sídlo:</w:t>
      </w:r>
    </w:p>
    <w:p w14:paraId="7C9B70B6" w14:textId="77777777" w:rsidR="008B1A2C" w:rsidRPr="000A13B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yellow"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723FED07" w14:textId="77777777" w:rsidR="008B1A2C" w:rsidRPr="004E1498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8B1A2C">
        <w:rPr>
          <w:rFonts w:eastAsia="Times New Roman" w:cs="Times New Roman"/>
          <w:lang w:eastAsia="cs-CZ"/>
        </w:rPr>
        <w:tab/>
      </w:r>
      <w:r w:rsidRPr="008B1A2C"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 xml:space="preserve">Zastoupená </w:t>
      </w:r>
      <w:r w:rsidRPr="008B1A2C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19750993" w14:textId="77777777" w:rsid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Kontaktní osoba ve věci podání nabídky: </w:t>
      </w:r>
      <w:r w:rsidRPr="008B1A2C">
        <w:rPr>
          <w:rFonts w:eastAsia="Times New Roman" w:cs="Times New Roman"/>
          <w:highlight w:val="green"/>
          <w:lang w:eastAsia="cs-CZ"/>
        </w:rPr>
        <w:t>xxxxxxxxxxxxxxxxxx</w:t>
      </w:r>
    </w:p>
    <w:p w14:paraId="39FD12C3" w14:textId="77777777" w:rsidR="008B1A2C" w:rsidRPr="008B1A2C" w:rsidRDefault="008B1A2C" w:rsidP="008B1A2C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  <w:t xml:space="preserve">Email kontaktní osoby: </w:t>
      </w:r>
      <w:r w:rsidRPr="008B1A2C">
        <w:rPr>
          <w:rFonts w:eastAsia="Times New Roman" w:cs="Times New Roman"/>
          <w:highlight w:val="green"/>
          <w:lang w:eastAsia="cs-CZ"/>
        </w:rPr>
        <w:t>xxxxxxxxxxxxxx</w:t>
      </w:r>
    </w:p>
    <w:p w14:paraId="3CC58BD2" w14:textId="77777777" w:rsidR="008B1A2C" w:rsidRDefault="008B1A2C" w:rsidP="008B1A2C"/>
    <w:p w14:paraId="0191CDFC" w14:textId="2B768A5B" w:rsidR="00A93A74" w:rsidRDefault="00A93A74" w:rsidP="008B1A2C">
      <w:r w:rsidRPr="000B2C2E">
        <w:t xml:space="preserve">Účastník prohlašuje, že veškeré údaje uvedené v tomto krycím listu, který je přílohou č. </w:t>
      </w:r>
      <w:r w:rsidR="00B87D91" w:rsidRPr="000B2C2E">
        <w:t xml:space="preserve">1 </w:t>
      </w:r>
      <w:r w:rsidRPr="000B2C2E">
        <w:t>Výzvy k podání nabíd</w:t>
      </w:r>
      <w:r w:rsidR="004C76E9" w:rsidRPr="000B2C2E">
        <w:t>ky</w:t>
      </w:r>
      <w:r w:rsidRPr="000B2C2E">
        <w:t xml:space="preserve"> na veřejnou zakázku zadávanou</w:t>
      </w:r>
      <w:r w:rsidR="004C76E9" w:rsidRPr="000B2C2E">
        <w:t xml:space="preserve"> jako </w:t>
      </w:r>
      <w:r w:rsidR="000128D4" w:rsidRPr="000B2C2E">
        <w:rPr>
          <w:rFonts w:eastAsia="Times New Roman" w:cs="Times New Roman"/>
          <w:lang w:eastAsia="cs-CZ"/>
        </w:rPr>
        <w:t>podlimitní sektorovou veřejnou zakázku</w:t>
      </w:r>
      <w:r w:rsidRPr="000B2C2E">
        <w:t>, jsou</w:t>
      </w:r>
      <w:r>
        <w:t xml:space="preserve">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zadávacího řízení </w:t>
      </w:r>
      <w:r w:rsidR="009771C9">
        <w:t>mohou vést až k</w:t>
      </w:r>
      <w:r>
        <w:t xml:space="preserve"> vyloučení Účastníka ze zadávacího řízení.</w:t>
      </w:r>
    </w:p>
    <w:p w14:paraId="7DA67F59" w14:textId="77777777" w:rsidR="001764B2" w:rsidRDefault="001764B2" w:rsidP="008B1A2C"/>
    <w:p w14:paraId="5197F617" w14:textId="51D1B113" w:rsidR="00C228EE" w:rsidRDefault="00C228EE" w:rsidP="008B1A2C">
      <w:r w:rsidRPr="006E5C6C">
        <w:rPr>
          <w:b/>
        </w:rPr>
        <w:t>ÚDAJE PRO POTŘEBY HODNOCENÍ</w:t>
      </w:r>
      <w:r>
        <w:t>:</w:t>
      </w:r>
    </w:p>
    <w:p w14:paraId="74830416" w14:textId="6C3ECCD5" w:rsidR="001764B2" w:rsidRDefault="000133BF" w:rsidP="008B1A2C">
      <w:r>
        <w:t>C</w:t>
      </w:r>
      <w:r w:rsidRPr="000133BF">
        <w:t>elková nabídková cena za předmět služeb v Kč bez DPH</w:t>
      </w:r>
      <w:r w:rsidRPr="000133BF">
        <w:rPr>
          <w:highlight w:val="green"/>
        </w:rPr>
        <w:t>…………..,-Kč</w:t>
      </w:r>
    </w:p>
    <w:p w14:paraId="07D3F73A" w14:textId="7B30C738" w:rsidR="00DC4C74" w:rsidRDefault="00DC4C74" w:rsidP="000B2C2E"/>
    <w:tbl>
      <w:tblPr>
        <w:tblStyle w:val="Mkatabulky1"/>
        <w:tblW w:w="0" w:type="auto"/>
        <w:tblInd w:w="693" w:type="dxa"/>
        <w:tblLook w:val="04A0" w:firstRow="1" w:lastRow="0" w:firstColumn="1" w:lastColumn="0" w:noHBand="0" w:noVBand="1"/>
      </w:tblPr>
      <w:tblGrid>
        <w:gridCol w:w="2830"/>
        <w:gridCol w:w="1937"/>
      </w:tblGrid>
      <w:tr w:rsidR="000133BF" w:rsidRPr="00611016" w14:paraId="2BA9407C" w14:textId="77777777" w:rsidTr="000133BF">
        <w:trPr>
          <w:trHeight w:val="475"/>
        </w:trPr>
        <w:tc>
          <w:tcPr>
            <w:tcW w:w="2830" w:type="dxa"/>
            <w:tcBorders>
              <w:bottom w:val="double" w:sz="4" w:space="0" w:color="auto"/>
            </w:tcBorders>
            <w:shd w:val="clear" w:color="auto" w:fill="D9D9D9"/>
          </w:tcPr>
          <w:p w14:paraId="23E3A618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  <w:tc>
          <w:tcPr>
            <w:tcW w:w="1937" w:type="dxa"/>
            <w:tcBorders>
              <w:bottom w:val="double" w:sz="4" w:space="0" w:color="auto"/>
            </w:tcBorders>
            <w:shd w:val="clear" w:color="auto" w:fill="D9D9D9"/>
          </w:tcPr>
          <w:p w14:paraId="78E6070C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Cenová nabídka za 1 osobu v Kč bez DPH</w:t>
            </w:r>
          </w:p>
        </w:tc>
      </w:tr>
      <w:tr w:rsidR="000133BF" w:rsidRPr="00611016" w14:paraId="2B98EDD0" w14:textId="77777777" w:rsidTr="000133BF">
        <w:tc>
          <w:tcPr>
            <w:tcW w:w="2830" w:type="dxa"/>
            <w:tcBorders>
              <w:top w:val="double" w:sz="4" w:space="0" w:color="auto"/>
            </w:tcBorders>
            <w:shd w:val="clear" w:color="auto" w:fill="D9D9D9"/>
          </w:tcPr>
          <w:p w14:paraId="171BA8E5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I. stupeň</w:t>
            </w:r>
          </w:p>
        </w:tc>
        <w:tc>
          <w:tcPr>
            <w:tcW w:w="1937" w:type="dxa"/>
            <w:tcBorders>
              <w:top w:val="double" w:sz="4" w:space="0" w:color="auto"/>
            </w:tcBorders>
          </w:tcPr>
          <w:p w14:paraId="5F0A5CDA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133BF" w:rsidRPr="00611016" w14:paraId="21C78941" w14:textId="77777777" w:rsidTr="000133BF">
        <w:tc>
          <w:tcPr>
            <w:tcW w:w="2830" w:type="dxa"/>
            <w:tcBorders>
              <w:top w:val="double" w:sz="4" w:space="0" w:color="auto"/>
            </w:tcBorders>
            <w:shd w:val="clear" w:color="auto" w:fill="D9D9D9"/>
          </w:tcPr>
          <w:p w14:paraId="24E81D81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I. stupně</w:t>
            </w:r>
          </w:p>
        </w:tc>
        <w:tc>
          <w:tcPr>
            <w:tcW w:w="1937" w:type="dxa"/>
            <w:tcBorders>
              <w:top w:val="double" w:sz="4" w:space="0" w:color="auto"/>
            </w:tcBorders>
          </w:tcPr>
          <w:p w14:paraId="3512800F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133BF" w:rsidRPr="00611016" w14:paraId="36C41105" w14:textId="77777777" w:rsidTr="000133BF">
        <w:tc>
          <w:tcPr>
            <w:tcW w:w="2830" w:type="dxa"/>
            <w:shd w:val="clear" w:color="auto" w:fill="D9D9D9"/>
          </w:tcPr>
          <w:p w14:paraId="7EE9593A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II. stupeň</w:t>
            </w:r>
          </w:p>
        </w:tc>
        <w:tc>
          <w:tcPr>
            <w:tcW w:w="1937" w:type="dxa"/>
          </w:tcPr>
          <w:p w14:paraId="7D07FEBA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133BF" w:rsidRPr="00611016" w14:paraId="47F9668A" w14:textId="77777777" w:rsidTr="000133BF">
        <w:tc>
          <w:tcPr>
            <w:tcW w:w="2830" w:type="dxa"/>
            <w:shd w:val="clear" w:color="auto" w:fill="D9D9D9"/>
          </w:tcPr>
          <w:p w14:paraId="1ACDB294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II. stupně</w:t>
            </w:r>
          </w:p>
        </w:tc>
        <w:tc>
          <w:tcPr>
            <w:tcW w:w="1937" w:type="dxa"/>
          </w:tcPr>
          <w:p w14:paraId="5AB0B415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133BF" w:rsidRPr="00611016" w14:paraId="34B649CC" w14:textId="77777777" w:rsidTr="000133BF">
        <w:tc>
          <w:tcPr>
            <w:tcW w:w="2830" w:type="dxa"/>
            <w:shd w:val="clear" w:color="auto" w:fill="D9D9D9"/>
          </w:tcPr>
          <w:p w14:paraId="45DF9EF7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Osvědčení III. stupeň</w:t>
            </w:r>
          </w:p>
        </w:tc>
        <w:tc>
          <w:tcPr>
            <w:tcW w:w="1937" w:type="dxa"/>
          </w:tcPr>
          <w:p w14:paraId="36E2C542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0133BF" w:rsidRPr="00611016" w14:paraId="2168609B" w14:textId="77777777" w:rsidTr="000133BF">
        <w:tc>
          <w:tcPr>
            <w:tcW w:w="2830" w:type="dxa"/>
            <w:shd w:val="clear" w:color="auto" w:fill="D9D9D9"/>
          </w:tcPr>
          <w:p w14:paraId="5039E243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b/>
                <w:lang w:eastAsia="cs-CZ"/>
              </w:rPr>
            </w:pP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Prodloužení osvědčení II</w:t>
            </w:r>
            <w:r>
              <w:rPr>
                <w:rFonts w:ascii="Times New Roman" w:eastAsia="Times New Roman" w:hAnsi="Times New Roman" w:cs="Times New Roman"/>
                <w:b/>
                <w:lang w:eastAsia="cs-CZ"/>
              </w:rPr>
              <w:t>I</w:t>
            </w:r>
            <w:r w:rsidRPr="00611016">
              <w:rPr>
                <w:rFonts w:ascii="Times New Roman" w:eastAsia="Times New Roman" w:hAnsi="Times New Roman" w:cs="Times New Roman"/>
                <w:b/>
                <w:lang w:eastAsia="cs-CZ"/>
              </w:rPr>
              <w:t>. stupně</w:t>
            </w:r>
          </w:p>
        </w:tc>
        <w:tc>
          <w:tcPr>
            <w:tcW w:w="1937" w:type="dxa"/>
          </w:tcPr>
          <w:p w14:paraId="309A1019" w14:textId="77777777" w:rsidR="000133BF" w:rsidRPr="00611016" w:rsidRDefault="000133BF" w:rsidP="006B4DD1">
            <w:pPr>
              <w:autoSpaceDE w:val="0"/>
              <w:autoSpaceDN w:val="0"/>
              <w:spacing w:before="120" w:line="276" w:lineRule="auto"/>
              <w:jc w:val="both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55295711" w14:textId="4490599A" w:rsidR="00DC4C74" w:rsidRDefault="00DC4C74" w:rsidP="000B2C2E"/>
    <w:p w14:paraId="70CA31A0" w14:textId="424B0E7D" w:rsidR="00DC4C74" w:rsidRDefault="00DC4C74" w:rsidP="000B2C2E"/>
    <w:p w14:paraId="5477A10F" w14:textId="5EBC8C0E" w:rsidR="00DC4C74" w:rsidRDefault="00DC4C74" w:rsidP="000B2C2E"/>
    <w:p w14:paraId="0255DDFE" w14:textId="7438A935" w:rsidR="00DC4C74" w:rsidRDefault="00DC4C74" w:rsidP="000B2C2E"/>
    <w:p w14:paraId="3CC051A9" w14:textId="1112E76D" w:rsidR="00DC4C74" w:rsidRDefault="00DC4C74" w:rsidP="000B2C2E"/>
    <w:p w14:paraId="1D450AC7" w14:textId="074FE983" w:rsidR="00DC4C74" w:rsidRDefault="00DC4C74" w:rsidP="000B2C2E">
      <w:bookmarkStart w:id="1" w:name="_GoBack"/>
      <w:bookmarkEnd w:id="1"/>
    </w:p>
    <w:p w14:paraId="1FBDFD24" w14:textId="77777777" w:rsidR="00DC4C74" w:rsidRDefault="00DC4C74" w:rsidP="000B2C2E"/>
    <w:p w14:paraId="4FC9F3ED" w14:textId="77777777" w:rsidR="000B2C2E" w:rsidRDefault="000B2C2E" w:rsidP="008B1A2C"/>
    <w:p w14:paraId="0732FFBC" w14:textId="46C7721D" w:rsidR="00DC4C74" w:rsidRDefault="00C228EE" w:rsidP="004D7F7B">
      <w:r w:rsidRPr="006E5C6C">
        <w:rPr>
          <w:b/>
        </w:rPr>
        <w:t>ÚDAJE O MOŽNOSTI ELEKTRONICKÉHO UZAVŘENÍ SMLOUVY</w:t>
      </w:r>
      <w:r>
        <w:t>:</w:t>
      </w:r>
    </w:p>
    <w:p w14:paraId="06F7F5D3" w14:textId="7A49BF5B" w:rsidR="00DC4C74" w:rsidRDefault="00DC4C74" w:rsidP="00996617">
      <w:pPr>
        <w:tabs>
          <w:tab w:val="left" w:pos="7125"/>
        </w:tabs>
      </w:pPr>
    </w:p>
    <w:p w14:paraId="7A3EFBB1" w14:textId="70625EA7" w:rsidR="00DC4C74" w:rsidRDefault="00DC4C74" w:rsidP="00996617">
      <w:pPr>
        <w:tabs>
          <w:tab w:val="left" w:pos="7125"/>
        </w:tabs>
      </w:pPr>
    </w:p>
    <w:p w14:paraId="08D620CF" w14:textId="77777777" w:rsidR="00DC4C74" w:rsidRDefault="00DC4C74" w:rsidP="00996617">
      <w:pPr>
        <w:tabs>
          <w:tab w:val="left" w:pos="7125"/>
        </w:tabs>
        <w:sectPr w:rsidR="00DC4C74" w:rsidSect="00FC6389">
          <w:headerReference w:type="default" r:id="rId11"/>
          <w:footerReference w:type="default" r:id="rId12"/>
          <w:headerReference w:type="first" r:id="rId13"/>
          <w:footerReference w:type="first" r:id="rId14"/>
          <w:pgSz w:w="11906" w:h="16838" w:code="9"/>
          <w:pgMar w:top="1049" w:right="1134" w:bottom="1474" w:left="2070" w:header="595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0654AD02" w14:textId="77777777" w:rsidR="009771C9" w:rsidRDefault="009771C9" w:rsidP="00996617">
      <w:pPr>
        <w:tabs>
          <w:tab w:val="left" w:pos="7125"/>
        </w:tabs>
        <w:spacing w:after="0"/>
      </w:pPr>
    </w:p>
    <w:p w14:paraId="797DDCCC" w14:textId="77777777" w:rsidR="009771C9" w:rsidRDefault="009771C9" w:rsidP="00996617">
      <w:pPr>
        <w:tabs>
          <w:tab w:val="left" w:pos="7125"/>
        </w:tabs>
        <w:spacing w:after="0"/>
      </w:pPr>
      <w:r>
        <w:t>(pokud na výše uvedenou otázku odpověděl dodavatel kladně)</w:t>
      </w:r>
    </w:p>
    <w:p w14:paraId="6C8C6B5A" w14:textId="77777777" w:rsidR="00654420" w:rsidRDefault="00654420" w:rsidP="00996617">
      <w:pPr>
        <w:tabs>
          <w:tab w:val="left" w:pos="7125"/>
        </w:tabs>
        <w:spacing w:after="0"/>
      </w:pPr>
    </w:p>
    <w:p w14:paraId="61FF559A" w14:textId="0CF2841D" w:rsidR="00996617" w:rsidRDefault="00A93A74" w:rsidP="00996617">
      <w:pPr>
        <w:tabs>
          <w:tab w:val="left" w:pos="7125"/>
        </w:tabs>
        <w:spacing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  <w:r w:rsidR="00996617">
        <w:br w:type="column"/>
      </w:r>
    </w:p>
    <w:p w14:paraId="1B83E32B" w14:textId="77777777" w:rsidR="00996617" w:rsidRDefault="000133BF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3FA7D42A" w14:textId="77777777" w:rsidR="00654420" w:rsidRDefault="00654420" w:rsidP="00996617">
      <w:pPr>
        <w:tabs>
          <w:tab w:val="left" w:pos="7125"/>
        </w:tabs>
        <w:spacing w:after="0"/>
      </w:pPr>
    </w:p>
    <w:p w14:paraId="248317A4" w14:textId="77777777" w:rsidR="00654420" w:rsidRDefault="00654420" w:rsidP="00996617">
      <w:pPr>
        <w:tabs>
          <w:tab w:val="left" w:pos="7125"/>
        </w:tabs>
        <w:spacing w:after="0"/>
      </w:pPr>
    </w:p>
    <w:p w14:paraId="542EB3E3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77777777" w:rsidR="00E85D44" w:rsidRPr="00E85D44" w:rsidRDefault="000133BF" w:rsidP="00E85D44">
      <w:pPr>
        <w:tabs>
          <w:tab w:val="left" w:pos="7125"/>
        </w:tabs>
        <w:sectPr w:rsidR="00E85D44" w:rsidRP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</w:p>
    <w:p w14:paraId="0FFE91D9" w14:textId="77777777" w:rsidR="00E85D44" w:rsidRDefault="00E85D44" w:rsidP="00996617">
      <w:pPr>
        <w:tabs>
          <w:tab w:val="left" w:pos="7125"/>
        </w:tabs>
        <w:spacing w:after="0"/>
        <w:sectPr w:rsidR="00E85D44" w:rsidSect="00996617">
          <w:type w:val="continuous"/>
          <w:pgSz w:w="11906" w:h="16838" w:code="9"/>
          <w:pgMar w:top="1049" w:right="1134" w:bottom="1474" w:left="2070" w:header="595" w:footer="624" w:gutter="0"/>
          <w:cols w:num="2" w:space="708"/>
          <w:titlePg/>
          <w:docGrid w:linePitch="360"/>
        </w:sectPr>
      </w:pPr>
    </w:p>
    <w:p w14:paraId="342DE622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2" w:name="_Toc5944903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5FE277F2" w14:textId="77777777" w:rsidR="0031280B" w:rsidRDefault="0031280B" w:rsidP="0031280B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0E2077B4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účastník,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15" w:history="1">
        <w:r>
          <w:rPr>
            <w:rStyle w:val="Hypertextovodkaz"/>
            <w:szCs w:val="22"/>
            <w:lang w:eastAsia="cs-CZ"/>
          </w:rPr>
          <w:t>příloze č. 3</w:t>
        </w:r>
      </w:hyperlink>
      <w:r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33588E41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6756231C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6E8DDEA8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53A3CC0A" w14:textId="77777777" w:rsidR="0031280B" w:rsidRDefault="0031280B" w:rsidP="0031280B">
      <w:pPr>
        <w:rPr>
          <w:szCs w:val="22"/>
          <w:lang w:eastAsia="cs-CZ"/>
        </w:rPr>
      </w:pPr>
      <w:r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4DD782F5" w14:textId="77777777" w:rsidR="0031280B" w:rsidRDefault="0031280B" w:rsidP="0031280B">
      <w:pPr>
        <w:rPr>
          <w:lang w:eastAsia="cs-CZ"/>
        </w:rPr>
      </w:pPr>
    </w:p>
    <w:p w14:paraId="5FC7DD59" w14:textId="77777777" w:rsidR="0031280B" w:rsidRDefault="0031280B" w:rsidP="0031280B">
      <w:pPr>
        <w:rPr>
          <w:lang w:eastAsia="cs-CZ"/>
        </w:rPr>
      </w:pPr>
      <w:r>
        <w:rPr>
          <w:lang w:eastAsia="cs-CZ"/>
        </w:rPr>
        <w:t>Výše uvedené podmínky splňuje jak účastník</w:t>
      </w:r>
      <w:r w:rsidR="009771C9">
        <w:rPr>
          <w:lang w:eastAsia="cs-CZ"/>
        </w:rPr>
        <w:t xml:space="preserve"> (coby právnická osoba)</w:t>
      </w:r>
      <w:r>
        <w:rPr>
          <w:lang w:eastAsia="cs-CZ"/>
        </w:rPr>
        <w:t>, tak každý člen jeho statutárního orgánu.</w:t>
      </w:r>
    </w:p>
    <w:p w14:paraId="11839233" w14:textId="77777777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7F8C7375" w14:textId="77777777" w:rsidR="0031280B" w:rsidRPr="006E5C6C" w:rsidRDefault="0031280B" w:rsidP="006E5C6C">
      <w:pPr>
        <w:pStyle w:val="Nadpis2"/>
        <w:numPr>
          <w:ilvl w:val="0"/>
          <w:numId w:val="34"/>
        </w:numPr>
      </w:pPr>
      <w:bookmarkStart w:id="3" w:name="_Toc59449032"/>
      <w:r w:rsidRPr="006E5C6C">
        <w:lastRenderedPageBreak/>
        <w:t>Čestné prohlášení účastníka</w:t>
      </w:r>
      <w:r w:rsidR="00613242" w:rsidRPr="006E5C6C">
        <w:t xml:space="preserve"> k neuzavření zakázaných dohod</w:t>
      </w:r>
      <w:bookmarkEnd w:id="3"/>
    </w:p>
    <w:p w14:paraId="4A3653E7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x-none"/>
        </w:rPr>
      </w:pPr>
    </w:p>
    <w:p w14:paraId="213D9D43" w14:textId="77777777" w:rsidR="0031280B" w:rsidRPr="00A035EA" w:rsidRDefault="0031280B" w:rsidP="0031280B">
      <w:pPr>
        <w:spacing w:after="0" w:line="240" w:lineRule="auto"/>
        <w:rPr>
          <w:rFonts w:eastAsia="Times New Roman" w:cs="Times New Roman"/>
          <w:lang w:eastAsia="cs-CZ"/>
        </w:rPr>
      </w:pPr>
    </w:p>
    <w:p w14:paraId="53C6CCBC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>
        <w:rPr>
          <w:lang w:eastAsia="cs-CZ"/>
        </w:rPr>
        <w:t xml:space="preserve">účastník, který podává tuto nabídku, </w:t>
      </w:r>
      <w:r w:rsidRPr="00A035EA">
        <w:rPr>
          <w:rFonts w:eastAsia="Times New Roman" w:cs="Times New Roman"/>
          <w:lang w:eastAsia="cs-CZ"/>
        </w:rPr>
        <w:t>tímto čestně prohlašuje, že v souvislosti se zadávanou veřejnou zakázkou neuzavřel a neuzavře s jinými osobami zakázanou dohodu ve smyslu zákona</w:t>
      </w:r>
      <w:r w:rsidR="00654420">
        <w:rPr>
          <w:rFonts w:eastAsia="Times New Roman" w:cs="Times New Roman"/>
          <w:lang w:eastAsia="cs-CZ"/>
        </w:rPr>
        <w:t xml:space="preserve"> </w:t>
      </w:r>
      <w:r w:rsidRPr="00A035EA">
        <w:rPr>
          <w:rFonts w:eastAsia="Times New Roman" w:cs="Times New Roman"/>
          <w:lang w:eastAsia="cs-CZ"/>
        </w:rPr>
        <w:t xml:space="preserve">č. 143/2001 Sb., o ochraně hospodářské soutěže a o změně některých zákonů (zákon o ochraně hospodářské soutěže), ve znění pozdějších předpisů.  </w:t>
      </w:r>
    </w:p>
    <w:p w14:paraId="0CA92762" w14:textId="77777777" w:rsidR="0031280B" w:rsidRPr="00A035EA" w:rsidRDefault="0031280B" w:rsidP="0031280B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5058A155" w14:textId="77777777" w:rsidR="00E85D44" w:rsidRDefault="00E85D44">
      <w:r>
        <w:br w:type="page"/>
      </w:r>
    </w:p>
    <w:p w14:paraId="733225B3" w14:textId="77777777" w:rsidR="00E85D44" w:rsidRPr="00E85D44" w:rsidRDefault="00E85D44" w:rsidP="00E85D44">
      <w:pPr>
        <w:pStyle w:val="Nadpis2"/>
        <w:numPr>
          <w:ilvl w:val="0"/>
          <w:numId w:val="34"/>
        </w:numPr>
      </w:pPr>
      <w:bookmarkStart w:id="4" w:name="_Toc59449033"/>
      <w:r w:rsidRPr="00E85D44">
        <w:lastRenderedPageBreak/>
        <w:t>Čestné prohlášení o splnění technické kvalifikace</w:t>
      </w:r>
      <w:bookmarkEnd w:id="4"/>
    </w:p>
    <w:p w14:paraId="65DD2C7A" w14:textId="77777777" w:rsidR="00E85D44" w:rsidRDefault="00E85D44" w:rsidP="00E85D44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1002640" w14:textId="5300E767" w:rsidR="00E85D44" w:rsidRDefault="000128D4" w:rsidP="00E85D44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účastník, </w:t>
      </w:r>
      <w:r w:rsidR="00E85D44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E85D44" w:rsidRPr="000128D4">
        <w:rPr>
          <w:rFonts w:eastAsia="Times New Roman" w:cs="Times New Roman"/>
          <w:lang w:eastAsia="cs-CZ"/>
        </w:rPr>
        <w:t>nabídku, tímto</w:t>
      </w:r>
      <w:r w:rsidR="00E85D44">
        <w:rPr>
          <w:rFonts w:eastAsia="Times New Roman" w:cs="Times New Roman"/>
          <w:lang w:eastAsia="cs-CZ"/>
        </w:rPr>
        <w:t xml:space="preserve"> čestně prohlašuje, že za poslední</w:t>
      </w:r>
      <w:r w:rsidR="001764B2">
        <w:rPr>
          <w:rFonts w:eastAsia="Times New Roman" w:cs="Times New Roman"/>
          <w:lang w:eastAsia="cs-CZ"/>
        </w:rPr>
        <w:t>ch</w:t>
      </w:r>
      <w:r w:rsidR="00E85D44">
        <w:rPr>
          <w:rFonts w:eastAsia="Times New Roman" w:cs="Times New Roman"/>
          <w:lang w:eastAsia="cs-CZ"/>
        </w:rPr>
        <w:t xml:space="preserve"> </w:t>
      </w:r>
      <w:r w:rsidR="001764B2">
        <w:rPr>
          <w:rFonts w:eastAsia="Times New Roman" w:cs="Times New Roman"/>
          <w:lang w:eastAsia="cs-CZ"/>
        </w:rPr>
        <w:t>5 let</w:t>
      </w:r>
      <w:r w:rsidR="00E85D44">
        <w:rPr>
          <w:rFonts w:eastAsia="Times New Roman" w:cs="Times New Roman"/>
          <w:lang w:eastAsia="cs-CZ"/>
        </w:rPr>
        <w:t xml:space="preserve"> před zahájením </w:t>
      </w:r>
      <w:r w:rsidR="00E85D44" w:rsidRPr="001764B2">
        <w:rPr>
          <w:rFonts w:eastAsia="Times New Roman" w:cs="Times New Roman"/>
          <w:lang w:eastAsia="cs-CZ"/>
        </w:rPr>
        <w:t xml:space="preserve">zadávacího řízení poskytoval alespoň </w:t>
      </w:r>
      <w:r w:rsidR="001764B2" w:rsidRPr="001764B2">
        <w:rPr>
          <w:rFonts w:eastAsia="Times New Roman" w:cs="Times New Roman"/>
          <w:lang w:eastAsia="cs-CZ"/>
        </w:rPr>
        <w:t>3 významné služby</w:t>
      </w:r>
      <w:r w:rsidR="00E85D44" w:rsidRPr="001764B2">
        <w:rPr>
          <w:rFonts w:eastAsia="Times New Roman" w:cs="Times New Roman"/>
          <w:lang w:eastAsia="cs-CZ"/>
        </w:rPr>
        <w:t xml:space="preserve"> definovaných v čl. </w:t>
      </w:r>
      <w:r w:rsidR="001764B2" w:rsidRPr="001764B2">
        <w:rPr>
          <w:rFonts w:eastAsia="Times New Roman" w:cs="Times New Roman"/>
          <w:lang w:eastAsia="cs-CZ"/>
        </w:rPr>
        <w:t xml:space="preserve">6.5.1 </w:t>
      </w:r>
      <w:r w:rsidR="00B87D91" w:rsidRPr="001764B2">
        <w:rPr>
          <w:rFonts w:eastAsia="Times New Roman" w:cs="Times New Roman"/>
          <w:lang w:eastAsia="cs-CZ"/>
        </w:rPr>
        <w:t>V</w:t>
      </w:r>
      <w:r w:rsidR="00E85D44" w:rsidRPr="001764B2">
        <w:rPr>
          <w:rFonts w:eastAsia="Times New Roman" w:cs="Times New Roman"/>
          <w:lang w:eastAsia="cs-CZ"/>
        </w:rPr>
        <w:t xml:space="preserve">ýzvy k podání nabídky </w:t>
      </w:r>
      <w:r w:rsidR="001764B2">
        <w:rPr>
          <w:rFonts w:eastAsia="Times New Roman" w:cs="Times New Roman"/>
          <w:lang w:eastAsia="cs-CZ"/>
        </w:rPr>
        <w:t>v celkové</w:t>
      </w:r>
      <w:r w:rsidR="00E85D44" w:rsidRPr="001764B2">
        <w:rPr>
          <w:rFonts w:eastAsia="Times New Roman" w:cs="Times New Roman"/>
          <w:lang w:eastAsia="cs-CZ"/>
        </w:rPr>
        <w:t xml:space="preserve"> hodnotě </w:t>
      </w:r>
      <w:r w:rsidR="001764B2" w:rsidRPr="001764B2">
        <w:rPr>
          <w:rFonts w:eastAsia="Times New Roman" w:cs="Times New Roman"/>
          <w:lang w:eastAsia="cs-CZ"/>
        </w:rPr>
        <w:t>500 000,-</w:t>
      </w:r>
      <w:r w:rsidR="00E85D44" w:rsidRPr="001764B2">
        <w:rPr>
          <w:rFonts w:eastAsia="Times New Roman" w:cs="Times New Roman"/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EA49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Objednatel služby či dodávky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, kontakt k ověření realizované služby/dodávky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 xml:space="preserve">Předmět plnění významné služby/dodávky </w:t>
            </w:r>
          </w:p>
          <w:p w14:paraId="0B3E970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77777777" w:rsidR="00E85D44" w:rsidRDefault="00E85D44" w:rsidP="00EA4984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b/>
                <w:spacing w:val="-6"/>
                <w:lang w:eastAsia="cs-CZ"/>
              </w:rPr>
              <w:t>Celkový finanční objem služby/dodávky)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566D756C" w14:textId="0C8BEFED" w:rsidR="00E85D44" w:rsidRDefault="00E85D44" w:rsidP="008C732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(datum od-do, v rámci </w:t>
            </w:r>
            <w:r w:rsidR="008C732B">
              <w:rPr>
                <w:rFonts w:eastAsia="Times New Roman" w:cs="Times New Roman"/>
                <w:spacing w:val="-6"/>
                <w:lang w:eastAsia="cs-CZ"/>
              </w:rPr>
              <w:t>5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 kalendářních let nazpět před zahájením zadávacího řízení)</w:t>
            </w:r>
          </w:p>
        </w:tc>
      </w:tr>
      <w:tr w:rsidR="00E85D44" w14:paraId="06926E11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EA4984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EA4984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1764B2" w14:paraId="0AED4F3C" w14:textId="77777777" w:rsidTr="001764B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0674F557" w14:textId="77777777" w:rsidR="001764B2" w:rsidRDefault="001764B2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4FF4B5EA" w14:textId="77777777" w:rsidR="001764B2" w:rsidRDefault="001764B2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79F3C263" w14:textId="77777777" w:rsidR="001764B2" w:rsidRDefault="001764B2" w:rsidP="00EA4984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17755291" w14:textId="77777777" w:rsidR="001764B2" w:rsidRDefault="001764B2" w:rsidP="00EA4984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9D07EEB" w14:textId="6972FB3B" w:rsidR="001764B2" w:rsidRPr="001764B2" w:rsidRDefault="001764B2" w:rsidP="001764B2">
      <w:pPr>
        <w:rPr>
          <w:rFonts w:eastAsia="Times New Roman" w:cs="Times New Roman"/>
          <w:lang w:eastAsia="cs-CZ"/>
        </w:rPr>
      </w:pPr>
    </w:p>
    <w:p w14:paraId="0C0A2F64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x-none"/>
        </w:rPr>
      </w:pPr>
    </w:p>
    <w:p w14:paraId="7DC8CA4B" w14:textId="77777777" w:rsidR="000128D4" w:rsidRDefault="000128D4" w:rsidP="000128D4">
      <w:pPr>
        <w:spacing w:after="0" w:line="240" w:lineRule="auto"/>
        <w:rPr>
          <w:rFonts w:eastAsia="Times New Roman" w:cs="Times New Roman"/>
          <w:lang w:eastAsia="cs-CZ"/>
        </w:rPr>
      </w:pPr>
    </w:p>
    <w:sectPr w:rsidR="000128D4" w:rsidSect="00996617">
      <w:type w:val="continuous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BB176" w14:textId="77777777" w:rsidR="00045E47" w:rsidRDefault="00045E47" w:rsidP="00962258">
      <w:pPr>
        <w:spacing w:after="0" w:line="240" w:lineRule="auto"/>
      </w:pPr>
      <w:r>
        <w:separator/>
      </w:r>
    </w:p>
  </w:endnote>
  <w:endnote w:type="continuationSeparator" w:id="0">
    <w:p w14:paraId="266E20A7" w14:textId="77777777" w:rsidR="00045E47" w:rsidRDefault="00045E4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7D7CBC2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3B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3B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F1715C" w:rsidRDefault="00F1715C" w:rsidP="00D831A3">
          <w:pPr>
            <w:pStyle w:val="Zpat"/>
          </w:pPr>
        </w:p>
      </w:tc>
    </w:tr>
  </w:tbl>
  <w:p w14:paraId="6E617E8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64106F" id="Straight Connector 3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E719EB2" id="Straight Connector 2" o:spid="_x0000_s1026" style="position:absolute;z-index:-25165209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43952B06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3B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3BF">
            <w:rPr>
              <w:rStyle w:val="slostrnky"/>
              <w:noProof/>
            </w:rPr>
            <w:t>6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88479C8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1DFF922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86541E0" w14:textId="77777777" w:rsidR="00F1715C" w:rsidRDefault="00F1715C" w:rsidP="00924ACC">
          <w:pPr>
            <w:pStyle w:val="Zpat"/>
          </w:pPr>
          <w:r>
            <w:t>www.</w:t>
          </w:r>
          <w:r w:rsidR="00924ACC">
            <w:t>spravazeleznic</w:t>
          </w:r>
          <w:r>
            <w:t>.cz</w:t>
          </w:r>
        </w:p>
      </w:tc>
      <w:tc>
        <w:tcPr>
          <w:tcW w:w="2921" w:type="dxa"/>
        </w:tcPr>
        <w:p w14:paraId="3F9D14E1" w14:textId="77777777" w:rsidR="00F1715C" w:rsidRDefault="00F1715C" w:rsidP="00460660">
          <w:pPr>
            <w:pStyle w:val="Zpat"/>
          </w:pPr>
        </w:p>
      </w:tc>
    </w:tr>
  </w:tbl>
  <w:p w14:paraId="37B58295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8B037F6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048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D14BF3C" id="Straight Connector 10" o:spid="_x0000_s1026" style="position:absolute;z-index:-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28150F" w14:textId="77777777" w:rsidR="00045E47" w:rsidRDefault="00045E47" w:rsidP="00962258">
      <w:pPr>
        <w:spacing w:after="0" w:line="240" w:lineRule="auto"/>
      </w:pPr>
      <w:r>
        <w:separator/>
      </w:r>
    </w:p>
  </w:footnote>
  <w:footnote w:type="continuationSeparator" w:id="0">
    <w:p w14:paraId="2E82E339" w14:textId="77777777" w:rsidR="00045E47" w:rsidRDefault="00045E47" w:rsidP="00962258">
      <w:pPr>
        <w:spacing w:after="0" w:line="240" w:lineRule="auto"/>
      </w:pPr>
      <w:r>
        <w:continuationSeparator/>
      </w:r>
    </w:p>
  </w:footnote>
  <w:footnote w:id="1">
    <w:p w14:paraId="298E08A5" w14:textId="06AD1117" w:rsidR="00225620" w:rsidRDefault="002256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51019F">
        <w:t>Takový c</w:t>
      </w:r>
      <w:r>
        <w:t xml:space="preserve">ertifikát v českém prostředí vydávají </w:t>
      </w:r>
      <w:r w:rsidR="0051019F">
        <w:t>následující</w:t>
      </w:r>
      <w:r>
        <w:t xml:space="preserve"> poskytovatelé: </w:t>
      </w:r>
      <w:r w:rsidR="000F7070">
        <w:t xml:space="preserve">a) </w:t>
      </w:r>
      <w:r w:rsidRPr="0051019F">
        <w:rPr>
          <w:b/>
        </w:rPr>
        <w:t>Česká pošta, s. p.,</w:t>
      </w:r>
      <w:r w:rsidR="000F7070">
        <w:rPr>
          <w:b/>
        </w:rPr>
        <w:t xml:space="preserve"> </w:t>
      </w:r>
      <w:r w:rsidR="000F7070" w:rsidRPr="0051019F">
        <w:t>b)</w:t>
      </w:r>
      <w:r w:rsidRPr="0051019F">
        <w:rPr>
          <w:b/>
        </w:rPr>
        <w:t xml:space="preserve"> eldentity a.s.,</w:t>
      </w:r>
      <w:r w:rsidRPr="000F7070">
        <w:t xml:space="preserve"> </w:t>
      </w:r>
      <w:r w:rsidR="000F7070" w:rsidRPr="0051019F">
        <w:t>c)</w:t>
      </w:r>
      <w:r w:rsidR="000F7070">
        <w:rPr>
          <w:b/>
        </w:rPr>
        <w:t xml:space="preserve"> </w:t>
      </w:r>
      <w:r w:rsidRPr="0051019F">
        <w:rPr>
          <w:b/>
        </w:rPr>
        <w:t>První certifikační autori</w:t>
      </w:r>
      <w:r w:rsidR="000F7070" w:rsidRPr="0051019F">
        <w:rPr>
          <w:b/>
        </w:rPr>
        <w:t>ta, a.s.</w:t>
      </w:r>
    </w:p>
  </w:footnote>
  <w:footnote w:id="2">
    <w:p w14:paraId="50C509E3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E85D44" w:rsidRDefault="00E85D44">
      <w:pPr>
        <w:pStyle w:val="Textpozn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284F0F6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EAFFD5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09710C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E6BA424" w14:textId="77777777" w:rsidR="00F1715C" w:rsidRPr="00D6163D" w:rsidRDefault="00F1715C" w:rsidP="00D6163D">
          <w:pPr>
            <w:pStyle w:val="Druhdokumentu"/>
          </w:pPr>
        </w:p>
      </w:tc>
    </w:tr>
  </w:tbl>
  <w:p w14:paraId="211CFF2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5E09D6" w14:textId="77777777" w:rsidR="00F1715C" w:rsidRPr="00D6163D" w:rsidRDefault="00F1715C" w:rsidP="00FC6389">
    <w:pPr>
      <w:pStyle w:val="Zhlav"/>
      <w:rPr>
        <w:sz w:val="8"/>
        <w:szCs w:val="8"/>
      </w:rPr>
    </w:pPr>
  </w:p>
  <w:p w14:paraId="56AC5D76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CEE11E0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2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EF0"/>
    <w:rsid w:val="000128D4"/>
    <w:rsid w:val="000133BF"/>
    <w:rsid w:val="00045E47"/>
    <w:rsid w:val="00061067"/>
    <w:rsid w:val="00072C1E"/>
    <w:rsid w:val="000A412D"/>
    <w:rsid w:val="000B2C2E"/>
    <w:rsid w:val="000E23A7"/>
    <w:rsid w:val="000F7070"/>
    <w:rsid w:val="0010693F"/>
    <w:rsid w:val="00114472"/>
    <w:rsid w:val="001550BC"/>
    <w:rsid w:val="001605B9"/>
    <w:rsid w:val="00170EC5"/>
    <w:rsid w:val="00171BF4"/>
    <w:rsid w:val="001747C1"/>
    <w:rsid w:val="001764B2"/>
    <w:rsid w:val="00184743"/>
    <w:rsid w:val="00190137"/>
    <w:rsid w:val="001F49FF"/>
    <w:rsid w:val="00207DF5"/>
    <w:rsid w:val="002243A8"/>
    <w:rsid w:val="00225620"/>
    <w:rsid w:val="002305E9"/>
    <w:rsid w:val="0023070F"/>
    <w:rsid w:val="00280E07"/>
    <w:rsid w:val="00293E5A"/>
    <w:rsid w:val="002C31BF"/>
    <w:rsid w:val="002D08B1"/>
    <w:rsid w:val="002E0CD7"/>
    <w:rsid w:val="002F50CD"/>
    <w:rsid w:val="00304B06"/>
    <w:rsid w:val="0031280B"/>
    <w:rsid w:val="00321D98"/>
    <w:rsid w:val="003221F2"/>
    <w:rsid w:val="00341DCF"/>
    <w:rsid w:val="00354C5C"/>
    <w:rsid w:val="00357BC6"/>
    <w:rsid w:val="0036634F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6E9"/>
    <w:rsid w:val="004C787C"/>
    <w:rsid w:val="004D65B6"/>
    <w:rsid w:val="004D7F7B"/>
    <w:rsid w:val="004E143C"/>
    <w:rsid w:val="004E3A53"/>
    <w:rsid w:val="004F20BC"/>
    <w:rsid w:val="004F4B9B"/>
    <w:rsid w:val="004F69EA"/>
    <w:rsid w:val="0051019F"/>
    <w:rsid w:val="00511AB9"/>
    <w:rsid w:val="00523EA7"/>
    <w:rsid w:val="00553375"/>
    <w:rsid w:val="00557C28"/>
    <w:rsid w:val="005736B7"/>
    <w:rsid w:val="00575E5A"/>
    <w:rsid w:val="005B219F"/>
    <w:rsid w:val="005D7E39"/>
    <w:rsid w:val="005F1404"/>
    <w:rsid w:val="0061068E"/>
    <w:rsid w:val="00613242"/>
    <w:rsid w:val="00654420"/>
    <w:rsid w:val="00660AD3"/>
    <w:rsid w:val="00677B7F"/>
    <w:rsid w:val="006A5570"/>
    <w:rsid w:val="006A689C"/>
    <w:rsid w:val="006B3D79"/>
    <w:rsid w:val="006D7AFE"/>
    <w:rsid w:val="006E0578"/>
    <w:rsid w:val="006E314D"/>
    <w:rsid w:val="006E5C6C"/>
    <w:rsid w:val="00710723"/>
    <w:rsid w:val="007116AD"/>
    <w:rsid w:val="00723ED1"/>
    <w:rsid w:val="00743525"/>
    <w:rsid w:val="0076286B"/>
    <w:rsid w:val="00766846"/>
    <w:rsid w:val="0077673A"/>
    <w:rsid w:val="00784411"/>
    <w:rsid w:val="007846E1"/>
    <w:rsid w:val="007B570C"/>
    <w:rsid w:val="007B6D10"/>
    <w:rsid w:val="007C589B"/>
    <w:rsid w:val="007E4A6E"/>
    <w:rsid w:val="007F56A7"/>
    <w:rsid w:val="00807DD0"/>
    <w:rsid w:val="008659F3"/>
    <w:rsid w:val="00886D4B"/>
    <w:rsid w:val="00895406"/>
    <w:rsid w:val="008A3568"/>
    <w:rsid w:val="008B1A2C"/>
    <w:rsid w:val="008C732B"/>
    <w:rsid w:val="008D03B9"/>
    <w:rsid w:val="008F18D6"/>
    <w:rsid w:val="00904780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261E"/>
    <w:rsid w:val="009D3107"/>
    <w:rsid w:val="009E07F4"/>
    <w:rsid w:val="009F392E"/>
    <w:rsid w:val="00A6177B"/>
    <w:rsid w:val="00A66136"/>
    <w:rsid w:val="00A92E7F"/>
    <w:rsid w:val="00A93A74"/>
    <w:rsid w:val="00AA4CBB"/>
    <w:rsid w:val="00AA65FA"/>
    <w:rsid w:val="00AA7351"/>
    <w:rsid w:val="00AD056F"/>
    <w:rsid w:val="00AD6731"/>
    <w:rsid w:val="00B15D0D"/>
    <w:rsid w:val="00B468D2"/>
    <w:rsid w:val="00B75EE1"/>
    <w:rsid w:val="00B77481"/>
    <w:rsid w:val="00B8518B"/>
    <w:rsid w:val="00B87D91"/>
    <w:rsid w:val="00B93EF0"/>
    <w:rsid w:val="00BD7E91"/>
    <w:rsid w:val="00C02D0A"/>
    <w:rsid w:val="00C03A6E"/>
    <w:rsid w:val="00C044EE"/>
    <w:rsid w:val="00C228EE"/>
    <w:rsid w:val="00C44F6A"/>
    <w:rsid w:val="00C47AE3"/>
    <w:rsid w:val="00C636FB"/>
    <w:rsid w:val="00C87B78"/>
    <w:rsid w:val="00CD1FC4"/>
    <w:rsid w:val="00D21061"/>
    <w:rsid w:val="00D4108E"/>
    <w:rsid w:val="00D6163D"/>
    <w:rsid w:val="00D73D46"/>
    <w:rsid w:val="00D831A3"/>
    <w:rsid w:val="00DC4C74"/>
    <w:rsid w:val="00DC75F3"/>
    <w:rsid w:val="00DD46F3"/>
    <w:rsid w:val="00DE1BFA"/>
    <w:rsid w:val="00DE56F2"/>
    <w:rsid w:val="00DF116D"/>
    <w:rsid w:val="00E34137"/>
    <w:rsid w:val="00E36C4A"/>
    <w:rsid w:val="00E46950"/>
    <w:rsid w:val="00E85D4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4790C"/>
    <w:rsid w:val="00F5558F"/>
    <w:rsid w:val="00F659EB"/>
    <w:rsid w:val="00F76E9F"/>
    <w:rsid w:val="00F86BA6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BB1F8CA"/>
  <w15:docId w15:val="{1C98E4BE-DA57-4109-AF34-CC74848C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E5C6C"/>
    <w:pPr>
      <w:keepNext/>
      <w:keepLines/>
      <w:pBdr>
        <w:top w:val="single" w:sz="4" w:space="1" w:color="00A1E0" w:themeColor="accent3"/>
      </w:pBdr>
      <w:spacing w:before="240" w:after="6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6E5C6C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semiHidden/>
    <w:unhideWhenUsed/>
    <w:rsid w:val="00996617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DC4C74"/>
    <w:pPr>
      <w:spacing w:after="0" w:line="240" w:lineRule="auto"/>
    </w:pPr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aspi://module='ASPI'&amp;link='134/2016%20Sb.%2523'&amp;ucin-k-dni='30.12.9999'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0267E5-D79F-46FE-A731-BE303F4803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593A8C-F1E9-4D5F-B669-8B3473783C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51</TotalTime>
  <Pages>6</Pages>
  <Words>663</Words>
  <Characters>3915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Kravcová Denisa</cp:lastModifiedBy>
  <cp:revision>16</cp:revision>
  <cp:lastPrinted>2017-11-28T17:18:00Z</cp:lastPrinted>
  <dcterms:created xsi:type="dcterms:W3CDTF">2020-06-29T15:29:00Z</dcterms:created>
  <dcterms:modified xsi:type="dcterms:W3CDTF">2020-12-23T07:11:00Z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